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B101A1">
        <w:rPr>
          <w:rFonts w:ascii="Arial" w:hAnsi="Arial" w:cs="Arial"/>
          <w:color w:val="000000"/>
          <w:sz w:val="24"/>
          <w:szCs w:val="24"/>
        </w:rPr>
        <w:t>8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439FE" w:rsidRPr="001439FE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B101A1" w:rsidRPr="00B101A1">
        <w:rPr>
          <w:rFonts w:ascii="Arial" w:hAnsi="Arial" w:cs="Arial"/>
          <w:color w:val="000000"/>
          <w:sz w:val="24"/>
          <w:szCs w:val="24"/>
        </w:rPr>
        <w:t>Budowa infrastruktury wodociągowej i zaopatrzenia w wodę na terenie gminy Puławy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</w:p>
    <w:p w:rsidR="00B101A1" w:rsidRDefault="00B101A1" w:rsidP="00BE39D4">
      <w:pPr>
        <w:tabs>
          <w:tab w:val="left" w:pos="0"/>
        </w:tabs>
        <w:spacing w:line="276" w:lineRule="auto"/>
        <w:jc w:val="both"/>
        <w:rPr>
          <w:rStyle w:val="Hipercze"/>
          <w:rFonts w:ascii="Arial" w:hAnsi="Arial" w:cs="Arial"/>
          <w:sz w:val="24"/>
          <w:szCs w:val="24"/>
        </w:rPr>
      </w:pPr>
      <w:hyperlink r:id="rId8" w:history="1">
        <w:r w:rsidRPr="0050533C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https://ezamowienia.gov.pl/mp-client/search/list/ocds-148610-d3965a09-73a2-4108-9149-09cdd16237c8</w:t>
        </w:r>
      </w:hyperlink>
      <w:r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B41C00" w:rsidRPr="001439FE" w:rsidRDefault="00FC4354" w:rsidP="00BE39D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:rsidR="00BE39D4" w:rsidRDefault="00BE39D4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WÓJT GMINY PUŁAWY</w:t>
      </w:r>
    </w:p>
    <w:p w:rsidR="00B41C00" w:rsidRPr="001439FE" w:rsidRDefault="00B41C00" w:rsidP="00300E2A">
      <w:pPr>
        <w:suppressAutoHyphens w:val="0"/>
        <w:autoSpaceDN/>
        <w:spacing w:after="0" w:line="276" w:lineRule="auto"/>
        <w:ind w:left="6946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/-/</w:t>
      </w:r>
    </w:p>
    <w:p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mgr Kamil Lewandowski</w:t>
      </w:r>
    </w:p>
    <w:sectPr w:rsidR="00B41C00" w:rsidRPr="001439FE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C2" w:rsidRDefault="006322C2">
      <w:pPr>
        <w:spacing w:after="0"/>
      </w:pPr>
      <w:r>
        <w:separator/>
      </w:r>
    </w:p>
  </w:endnote>
  <w:endnote w:type="continuationSeparator" w:id="0">
    <w:p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AEB"/>
    <w:rsid w:val="000E12D0"/>
    <w:rsid w:val="001439FE"/>
    <w:rsid w:val="001624B9"/>
    <w:rsid w:val="001B4DEA"/>
    <w:rsid w:val="001F55BA"/>
    <w:rsid w:val="002A0A8B"/>
    <w:rsid w:val="002D0386"/>
    <w:rsid w:val="00300E2A"/>
    <w:rsid w:val="00364840"/>
    <w:rsid w:val="003957B5"/>
    <w:rsid w:val="003B4907"/>
    <w:rsid w:val="003C4769"/>
    <w:rsid w:val="00417736"/>
    <w:rsid w:val="00533C0B"/>
    <w:rsid w:val="00551271"/>
    <w:rsid w:val="005547EA"/>
    <w:rsid w:val="005F17D1"/>
    <w:rsid w:val="006322C2"/>
    <w:rsid w:val="006402BD"/>
    <w:rsid w:val="00671C13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101A1"/>
    <w:rsid w:val="00B27F3C"/>
    <w:rsid w:val="00B41C00"/>
    <w:rsid w:val="00BE39D4"/>
    <w:rsid w:val="00C07051"/>
    <w:rsid w:val="00CF3B2E"/>
    <w:rsid w:val="00D42A67"/>
    <w:rsid w:val="00ED032A"/>
    <w:rsid w:val="00ED1C96"/>
    <w:rsid w:val="00F45DCD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d3965a09-73a2-4108-9149-09cdd16237c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46232-9C6C-4ECA-A636-D8DC7008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818A0702</Template>
  <TotalTime>1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2</cp:revision>
  <cp:lastPrinted>2024-08-12T13:06:00Z</cp:lastPrinted>
  <dcterms:created xsi:type="dcterms:W3CDTF">2025-04-09T13:18:00Z</dcterms:created>
  <dcterms:modified xsi:type="dcterms:W3CDTF">2025-04-09T13:18:00Z</dcterms:modified>
</cp:coreProperties>
</file>