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4E13C0">
        <w:rPr>
          <w:rFonts w:ascii="Arial" w:hAnsi="Arial" w:cs="Arial"/>
          <w:color w:val="000000"/>
          <w:sz w:val="24"/>
          <w:szCs w:val="24"/>
        </w:rPr>
        <w:t>7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439FE" w:rsidRPr="001439FE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4E13C0" w:rsidRPr="004E13C0">
        <w:rPr>
          <w:rFonts w:ascii="Arial" w:hAnsi="Arial" w:cs="Arial"/>
          <w:color w:val="000000"/>
          <w:sz w:val="24"/>
          <w:szCs w:val="24"/>
        </w:rPr>
        <w:t>Dostawa energii elektrycznej dla obiektów Gminy Puławy, jednostek organizacyjnych Gminy oraz na potrzeby oświetlenia drogowego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4E13C0" w:rsidRDefault="004E13C0" w:rsidP="00BE39D4">
      <w:pPr>
        <w:tabs>
          <w:tab w:val="left" w:pos="0"/>
        </w:tabs>
        <w:spacing w:line="276" w:lineRule="auto"/>
        <w:jc w:val="both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Pr="00FC6775">
          <w:rPr>
            <w:rStyle w:val="Hipercze"/>
            <w:rFonts w:ascii="Arial" w:hAnsi="Arial" w:cs="Arial"/>
            <w:sz w:val="24"/>
            <w:szCs w:val="24"/>
          </w:rPr>
          <w:t>https://e</w:t>
        </w:r>
        <w:r w:rsidRPr="00FC6775">
          <w:rPr>
            <w:rStyle w:val="Hipercze"/>
            <w:rFonts w:ascii="Arial" w:hAnsi="Arial" w:cs="Arial"/>
            <w:sz w:val="24"/>
            <w:szCs w:val="24"/>
          </w:rPr>
          <w:t>z</w:t>
        </w:r>
        <w:r w:rsidRPr="00FC6775">
          <w:rPr>
            <w:rStyle w:val="Hipercze"/>
            <w:rFonts w:ascii="Arial" w:hAnsi="Arial" w:cs="Arial"/>
            <w:sz w:val="24"/>
            <w:szCs w:val="24"/>
          </w:rPr>
          <w:t>amowienia.gov.pl/mp-client/search/list/ocds-148610-78dca0c1-1532-4cd7-a69d-d1026222a97b</w:t>
        </w:r>
      </w:hyperlink>
    </w:p>
    <w:p w:rsidR="004E13C0" w:rsidRDefault="004E13C0" w:rsidP="00BE39D4">
      <w:pPr>
        <w:tabs>
          <w:tab w:val="left" w:pos="0"/>
        </w:tabs>
        <w:spacing w:line="276" w:lineRule="auto"/>
        <w:jc w:val="both"/>
        <w:rPr>
          <w:rStyle w:val="Hipercze"/>
          <w:rFonts w:ascii="Arial" w:hAnsi="Arial" w:cs="Arial"/>
          <w:sz w:val="24"/>
          <w:szCs w:val="24"/>
        </w:rPr>
      </w:pPr>
    </w:p>
    <w:p w:rsidR="00B41C00" w:rsidRPr="001439FE" w:rsidRDefault="005A0A62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A0A62">
        <w:rPr>
          <w:rStyle w:val="Hipercze"/>
          <w:rFonts w:ascii="Arial" w:hAnsi="Arial" w:cs="Arial"/>
          <w:sz w:val="24"/>
          <w:szCs w:val="24"/>
        </w:rPr>
        <w:t xml:space="preserve">  </w:t>
      </w:r>
      <w:r w:rsidR="00380070">
        <w:rPr>
          <w:rStyle w:val="Hipercze"/>
          <w:rFonts w:ascii="Arial" w:hAnsi="Arial" w:cs="Arial"/>
          <w:sz w:val="24"/>
          <w:szCs w:val="24"/>
        </w:rPr>
        <w:t xml:space="preserve"> 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D0386"/>
    <w:rsid w:val="00300E2A"/>
    <w:rsid w:val="00364840"/>
    <w:rsid w:val="00380070"/>
    <w:rsid w:val="003957B5"/>
    <w:rsid w:val="003B4907"/>
    <w:rsid w:val="003C4769"/>
    <w:rsid w:val="00417736"/>
    <w:rsid w:val="004E13C0"/>
    <w:rsid w:val="00533C0B"/>
    <w:rsid w:val="00551271"/>
    <w:rsid w:val="005547EA"/>
    <w:rsid w:val="005A0A62"/>
    <w:rsid w:val="005F17D1"/>
    <w:rsid w:val="006322C2"/>
    <w:rsid w:val="006402BD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F3B2E"/>
    <w:rsid w:val="00D42A67"/>
    <w:rsid w:val="00D43F9F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8dca0c1-1532-4cd7-a69d-d1026222a9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84A5-A363-407E-B62B-324E9768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28DF5A7A</Template>
  <TotalTime>8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8</cp:revision>
  <cp:lastPrinted>2025-04-01T08:56:00Z</cp:lastPrinted>
  <dcterms:created xsi:type="dcterms:W3CDTF">2025-02-10T13:08:00Z</dcterms:created>
  <dcterms:modified xsi:type="dcterms:W3CDTF">2025-04-01T08:56:00Z</dcterms:modified>
</cp:coreProperties>
</file>